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55F" w:rsidRPr="0070455F" w:rsidRDefault="0070455F" w:rsidP="0070455F">
      <w:pPr>
        <w:shd w:val="clear" w:color="auto" w:fill="FFFFFF"/>
        <w:spacing w:before="105" w:after="0" w:line="240" w:lineRule="auto"/>
        <w:outlineLvl w:val="2"/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</w:pPr>
      <w:proofErr w:type="spellStart"/>
      <w:r w:rsidRPr="0070455F"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  <w:t>Хню</w:t>
      </w:r>
      <w:proofErr w:type="spellEnd"/>
      <w:r w:rsidRPr="0070455F">
        <w:rPr>
          <w:rFonts w:ascii="Georgia" w:eastAsia="Times New Roman" w:hAnsi="Georgia" w:cs="Times New Roman"/>
          <w:b/>
          <w:bCs/>
          <w:color w:val="000000"/>
          <w:sz w:val="43"/>
          <w:szCs w:val="43"/>
          <w:lang w:eastAsia="ru-RU"/>
        </w:rPr>
        <w:t xml:space="preserve"> — друг лампы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I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Короткая молния белых снегов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залетела в лес напугав зверей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вон заяц вокруг черёмухи скачет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вон рысь караулит подводную мышку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раздула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морду</w:t>
      </w:r>
      <w:proofErr w:type="gram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хвост с кисточкой подняла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паршивая хищница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тебе дятел и кролик что нам яичница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только дуб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стоит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не обращая внимания ни на кого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сам недавно с неба упал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ещё не утихла боль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раздвинулись ветви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ни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ответа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ни кокоры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заслужил я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гой мои шпоры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хватайте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рубите и бейте меня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спину угодил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спину угодил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ах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он быстрый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я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думал я вижу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перед собой тору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но нет без у </w:t>
      </w: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мец</w:t>
      </w:r>
      <w:proofErr w:type="spell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безумец слов моих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одного я не повторю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не повторю за всю мою жизнь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это господа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господа мои внимательные слушатели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тот прыжок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 xml:space="preserve">прыжок с верхушки </w:t>
      </w: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токоры</w:t>
      </w:r>
      <w:proofErr w:type="spell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вниз на каменные доски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каменные доски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доски небесных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ой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</w:t>
      </w: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гоге</w:t>
      </w:r>
      <w:proofErr w:type="spell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Чисел.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II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Началось опять с небольшого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душа в зелёном венке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стала петь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тут мы слушали и вода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текла сквозь нас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мы прижались к стене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а в стену нам стали стучать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это било нас по хребту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тонкие лампочки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тонкие лампочки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озорницы они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тонкие </w:t>
      </w: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лампадочки</w:t>
      </w:r>
      <w:proofErr w:type="spell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видел над головой каждого.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Знаете, — сказал один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из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грех </w:t>
      </w:r>
      <w:proofErr w:type="spellStart"/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грех</w:t>
      </w:r>
      <w:proofErr w:type="spellEnd"/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из тут бывших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мне режет уши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режет уши.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Знаете, — сказал третий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фаран</w:t>
      </w:r>
      <w:proofErr w:type="spell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я ослеп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ну же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ну и согнуло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меня в душку.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Гриф! — крикнула тут душа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макандер</w:t>
      </w:r>
      <w:proofErr w:type="spell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высоко мы братии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высоко грифы </w:t>
      </w:r>
      <w:proofErr w:type="spell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дарандасы</w:t>
      </w:r>
      <w:proofErr w:type="spell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III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Надели свежие кафтаны двое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 вышли безумцы на нас.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Эй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где ваши лица? — кричали мы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они же они же представьте себе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трясли руками наши жилища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стараясь этим запугать нас.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Вы напрасно, — сказали мы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нежными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языками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ворочая смыслы речи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напрасно.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Но нет, — говорил один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два, — говорил он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три, — шептал он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четыре, — молил он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восемь </w:t>
      </w:r>
      <w:proofErr w:type="spellStart"/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восемь</w:t>
      </w:r>
      <w:proofErr w:type="spellEnd"/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, — повторял он —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вы девочки после нас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проделаете то же самое.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Но что же что же? — просили мы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просили мы разъяснения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год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прошёл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и мы все узнали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это было так: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один садовник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любил пилу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ему в ответ пила молчала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садовник просил её забыть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 xml:space="preserve">забыть его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нахальство</w:t>
      </w:r>
      <w:proofErr w:type="gram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пила же отвернувшись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холила и поила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свою честь.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— Зачем же ты глупый садовник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меня преследовал речами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тебя бежать пыталась я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но лета темными ночами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 звёзды считал и клал в мешок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отметки разные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твои же мысли обо мне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садовник были грязные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теперь ты требухой наполнен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душа садовник мной отвергнутый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ложь твоих мыслей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меня не проведёт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я плеть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пущу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коль надо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твой мир тебя не пригреет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 изгнании твоем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знай: чем больше простоты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тем выше качество.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Садовник: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Это сплошное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дурачество</w:t>
      </w:r>
      <w:proofErr w:type="gram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меня оставила надежда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покинул ясень клира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пойдём душа. Пусть я невежда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 все ж моя любимая лира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как ты быстро приближаешься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ко мне моя душа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я очень рад как скоро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lastRenderedPageBreak/>
        <w:t>не будет больше у нас с тобой спора.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IIII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Вот где рыбка плавать начала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ужель не видел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ты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как вылетела пчела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спасался ты быть может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от ос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или от плетей её крепких кос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иль ты к ногам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ее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прислонив затылок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был нежен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был сразу пылок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был снова нежен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 к ласкам чуток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то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туп</w:t>
      </w:r>
      <w:proofErr w:type="gram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то конь с красной </w:t>
      </w: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мордой</w:t>
      </w:r>
      <w:proofErr w:type="gramEnd"/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 труп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proofErr w:type="gramStart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</w:t>
      </w:r>
      <w:proofErr w:type="gramEnd"/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 xml:space="preserve"> прижавшись к изгороди дремал</w:t>
      </w:r>
    </w:p>
    <w:p w:rsidR="0070455F" w:rsidRPr="0070455F" w:rsidRDefault="0070455F" w:rsidP="007045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56" w:lineRule="atLeast"/>
        <w:ind w:left="695"/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</w:pPr>
      <w:r w:rsidRPr="0070455F">
        <w:rPr>
          <w:rFonts w:ascii="Georgia" w:eastAsia="Times New Roman" w:hAnsi="Georgia" w:cs="Courier New"/>
          <w:color w:val="000000"/>
          <w:sz w:val="38"/>
          <w:szCs w:val="38"/>
          <w:lang w:eastAsia="ru-RU"/>
        </w:rPr>
        <w:t>то руки в отдалении ломал.</w:t>
      </w:r>
    </w:p>
    <w:p w:rsidR="00401EA5" w:rsidRDefault="00401EA5">
      <w:bookmarkStart w:id="0" w:name="_GoBack"/>
      <w:bookmarkEnd w:id="0"/>
    </w:p>
    <w:sectPr w:rsidR="00401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55F"/>
    <w:rsid w:val="00401EA5"/>
    <w:rsid w:val="0070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45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45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04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455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455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455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045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0455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7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2020-01-10T19:04:00Z</dcterms:created>
  <dcterms:modified xsi:type="dcterms:W3CDTF">2020-01-10T19:04:00Z</dcterms:modified>
</cp:coreProperties>
</file>